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3ACE3" w14:textId="5D10D002" w:rsidR="00B9613E" w:rsidRPr="002A40A7" w:rsidRDefault="00423A16" w:rsidP="00B9613E">
      <w:pPr>
        <w:spacing w:after="240" w:line="288" w:lineRule="auto"/>
        <w:rPr>
          <w:rFonts w:ascii="Open Sans" w:hAnsi="Open Sans" w:cs="Open Sans"/>
          <w:b/>
          <w:sz w:val="32"/>
        </w:rPr>
      </w:pPr>
      <w:r w:rsidRPr="002A40A7">
        <w:rPr>
          <w:rFonts w:ascii="Open Sans" w:hAnsi="Open Sans" w:cs="Open Sans"/>
          <w:b/>
          <w:sz w:val="32"/>
        </w:rPr>
        <w:t>E-Waste Race</w:t>
      </w:r>
      <w:r w:rsidR="00B9613E" w:rsidRPr="002A40A7">
        <w:rPr>
          <w:rFonts w:ascii="Open Sans" w:hAnsi="Open Sans" w:cs="Open Sans"/>
          <w:b/>
          <w:sz w:val="32"/>
        </w:rPr>
        <w:t xml:space="preserve">: </w:t>
      </w:r>
      <w:r w:rsidRPr="002A40A7">
        <w:rPr>
          <w:rFonts w:ascii="Open Sans" w:hAnsi="Open Sans" w:cs="Open Sans"/>
          <w:b/>
          <w:sz w:val="32"/>
        </w:rPr>
        <w:t>Info für Eltern und Betreuer</w:t>
      </w:r>
    </w:p>
    <w:p w14:paraId="52A90C85" w14:textId="62265612" w:rsidR="00B636CF" w:rsidRPr="002A40A7" w:rsidRDefault="00423A16" w:rsidP="004A5A5A">
      <w:pPr>
        <w:spacing w:after="120" w:line="288" w:lineRule="auto"/>
        <w:rPr>
          <w:rFonts w:ascii="Open Sans" w:hAnsi="Open Sans" w:cs="Open Sans"/>
          <w:szCs w:val="18"/>
        </w:rPr>
      </w:pPr>
      <w:r w:rsidRPr="002A40A7">
        <w:rPr>
          <w:rFonts w:ascii="Open Sans" w:hAnsi="Open Sans" w:cs="Open Sans"/>
          <w:szCs w:val="18"/>
        </w:rPr>
        <w:t xml:space="preserve">Das E-Waste Race </w:t>
      </w:r>
      <w:r w:rsidR="00B636CF" w:rsidRPr="002A40A7">
        <w:rPr>
          <w:rFonts w:ascii="Open Sans" w:hAnsi="Open Sans" w:cs="Open Sans"/>
          <w:szCs w:val="18"/>
        </w:rPr>
        <w:t xml:space="preserve">fördert Umweltbildung und macht Spaß! In dem </w:t>
      </w:r>
      <w:r w:rsidRPr="002A40A7">
        <w:rPr>
          <w:rFonts w:ascii="Open Sans" w:hAnsi="Open Sans" w:cs="Open Sans"/>
          <w:szCs w:val="18"/>
        </w:rPr>
        <w:t xml:space="preserve">Praxisprojekt </w:t>
      </w:r>
      <w:r w:rsidR="00B636CF" w:rsidRPr="002A40A7">
        <w:rPr>
          <w:rFonts w:ascii="Open Sans" w:hAnsi="Open Sans" w:cs="Open Sans"/>
          <w:szCs w:val="18"/>
        </w:rPr>
        <w:t xml:space="preserve">können sich Kinder </w:t>
      </w:r>
      <w:r w:rsidRPr="002A40A7">
        <w:rPr>
          <w:rFonts w:ascii="Open Sans" w:hAnsi="Open Sans" w:cs="Open Sans"/>
          <w:szCs w:val="18"/>
        </w:rPr>
        <w:t>aktiv mit Recycling und den Auswirkungen auf Mensch und Umwelt auseinandersetzen.</w:t>
      </w:r>
      <w:r w:rsidR="00B636CF" w:rsidRPr="002A40A7">
        <w:rPr>
          <w:rFonts w:ascii="Open Sans" w:hAnsi="Open Sans" w:cs="Open Sans"/>
          <w:szCs w:val="18"/>
        </w:rPr>
        <w:t xml:space="preserve"> </w:t>
      </w:r>
      <w:r w:rsidRPr="002A40A7">
        <w:rPr>
          <w:rFonts w:ascii="Open Sans" w:hAnsi="Open Sans" w:cs="Open Sans"/>
          <w:szCs w:val="18"/>
        </w:rPr>
        <w:t>Das fördert ökologisches Bewusstsein</w:t>
      </w:r>
      <w:r w:rsidR="00B9613E" w:rsidRPr="002A40A7">
        <w:rPr>
          <w:rFonts w:ascii="Open Sans" w:hAnsi="Open Sans" w:cs="Open Sans"/>
          <w:szCs w:val="18"/>
        </w:rPr>
        <w:t xml:space="preserve"> und</w:t>
      </w:r>
      <w:r w:rsidR="00AB36B5" w:rsidRPr="002A40A7">
        <w:rPr>
          <w:rFonts w:ascii="Open Sans" w:hAnsi="Open Sans" w:cs="Open Sans"/>
          <w:szCs w:val="18"/>
        </w:rPr>
        <w:t xml:space="preserve"> </w:t>
      </w:r>
      <w:r w:rsidRPr="002A40A7">
        <w:rPr>
          <w:rFonts w:ascii="Open Sans" w:hAnsi="Open Sans" w:cs="Open Sans"/>
          <w:szCs w:val="18"/>
        </w:rPr>
        <w:t>nachhaltiges Handeln</w:t>
      </w:r>
      <w:r w:rsidR="00B9613E" w:rsidRPr="002A40A7">
        <w:rPr>
          <w:rFonts w:ascii="Open Sans" w:hAnsi="Open Sans" w:cs="Open Sans"/>
          <w:szCs w:val="18"/>
        </w:rPr>
        <w:t>.</w:t>
      </w:r>
      <w:r w:rsidRPr="002A40A7">
        <w:rPr>
          <w:rFonts w:ascii="Open Sans" w:hAnsi="Open Sans" w:cs="Open Sans"/>
          <w:szCs w:val="18"/>
        </w:rPr>
        <w:t xml:space="preserve"> </w:t>
      </w:r>
    </w:p>
    <w:p w14:paraId="7D2AB9B9" w14:textId="0393EE9E" w:rsidR="00B636CF" w:rsidRPr="002A40A7" w:rsidRDefault="00AB36B5" w:rsidP="004A5A5A">
      <w:pPr>
        <w:spacing w:after="240" w:line="288" w:lineRule="auto"/>
        <w:rPr>
          <w:rFonts w:ascii="Open Sans" w:hAnsi="Open Sans" w:cs="Open Sans"/>
          <w:szCs w:val="18"/>
        </w:rPr>
      </w:pPr>
      <w:r w:rsidRPr="002A40A7">
        <w:rPr>
          <w:rFonts w:ascii="Open Sans" w:hAnsi="Open Sans" w:cs="Open Sans"/>
          <w:szCs w:val="18"/>
        </w:rPr>
        <w:t xml:space="preserve">In dem Wettbewerb </w:t>
      </w:r>
      <w:r w:rsidR="00B636CF" w:rsidRPr="002A40A7">
        <w:rPr>
          <w:rFonts w:ascii="Open Sans" w:hAnsi="Open Sans" w:cs="Open Sans"/>
          <w:szCs w:val="18"/>
        </w:rPr>
        <w:t>sammeln</w:t>
      </w:r>
      <w:r w:rsidRPr="002A40A7">
        <w:rPr>
          <w:rFonts w:ascii="Open Sans" w:hAnsi="Open Sans" w:cs="Open Sans"/>
          <w:szCs w:val="18"/>
        </w:rPr>
        <w:t xml:space="preserve"> Schülerinnen und Schüler </w:t>
      </w:r>
      <w:r w:rsidR="00B636CF" w:rsidRPr="002A40A7">
        <w:rPr>
          <w:rFonts w:ascii="Open Sans" w:hAnsi="Open Sans" w:cs="Open Sans"/>
          <w:szCs w:val="18"/>
        </w:rPr>
        <w:t xml:space="preserve">möglichst viel Elektroschrott: </w:t>
      </w:r>
      <w:r w:rsidR="00B9613E" w:rsidRPr="002A40A7">
        <w:rPr>
          <w:rFonts w:ascii="Open Sans" w:hAnsi="Open Sans" w:cs="Open Sans"/>
          <w:szCs w:val="18"/>
        </w:rPr>
        <w:t>a</w:t>
      </w:r>
      <w:r w:rsidR="00F141FF" w:rsidRPr="002A40A7">
        <w:rPr>
          <w:rFonts w:ascii="Open Sans" w:hAnsi="Open Sans" w:cs="Open Sans"/>
          <w:szCs w:val="18"/>
        </w:rPr>
        <w:t xml:space="preserve">usrangierte </w:t>
      </w:r>
      <w:r w:rsidR="00B636CF" w:rsidRPr="002A40A7">
        <w:rPr>
          <w:rFonts w:ascii="Open Sans" w:hAnsi="Open Sans" w:cs="Open Sans"/>
          <w:szCs w:val="18"/>
        </w:rPr>
        <w:t>Handys, DVD-Player, Toaster und mehr.</w:t>
      </w:r>
      <w:r w:rsidR="009913FB" w:rsidRPr="002A40A7">
        <w:rPr>
          <w:rFonts w:ascii="Open Sans" w:hAnsi="Open Sans" w:cs="Open Sans"/>
          <w:szCs w:val="18"/>
        </w:rPr>
        <w:t xml:space="preserve"> Alle schauen zu Hause, fragen Freunde und Nachbarn. Die Schülerinnen und Schüler bringen die Sachen dann mit in die Schule und bekommen dafür Punkte. Außerdem können Nachbarn E</w:t>
      </w:r>
      <w:r w:rsidR="00F141FF" w:rsidRPr="002A40A7">
        <w:rPr>
          <w:rFonts w:ascii="Open Sans" w:hAnsi="Open Sans" w:cs="Open Sans"/>
          <w:szCs w:val="18"/>
        </w:rPr>
        <w:t>lektroschrott</w:t>
      </w:r>
      <w:r w:rsidR="009913FB" w:rsidRPr="002A40A7">
        <w:rPr>
          <w:rFonts w:ascii="Open Sans" w:hAnsi="Open Sans" w:cs="Open Sans"/>
          <w:szCs w:val="18"/>
        </w:rPr>
        <w:t xml:space="preserve"> zur Abholung auf </w:t>
      </w:r>
      <w:hyperlink r:id="rId7" w:history="1">
        <w:r w:rsidR="00646C5E" w:rsidRPr="002A40A7">
          <w:rPr>
            <w:rStyle w:val="Hyperlink"/>
            <w:rFonts w:ascii="Open Sans" w:hAnsi="Open Sans" w:cs="Open Sans"/>
            <w:color w:val="FF6700" w:themeColor="accent3"/>
            <w:szCs w:val="18"/>
            <w:u w:val="none"/>
          </w:rPr>
          <w:t>www.e-waste-race.de</w:t>
        </w:r>
      </w:hyperlink>
      <w:r w:rsidR="00B9613E" w:rsidRPr="002A40A7">
        <w:rPr>
          <w:rFonts w:ascii="Open Sans" w:hAnsi="Open Sans" w:cs="Open Sans"/>
          <w:szCs w:val="18"/>
        </w:rPr>
        <w:t xml:space="preserve"> </w:t>
      </w:r>
      <w:r w:rsidR="00B636CF" w:rsidRPr="002A40A7">
        <w:rPr>
          <w:rFonts w:ascii="Open Sans" w:hAnsi="Open Sans" w:cs="Open Sans"/>
          <w:szCs w:val="18"/>
        </w:rPr>
        <w:t>eintragen.</w:t>
      </w:r>
      <w:r w:rsidR="001437C7">
        <w:rPr>
          <w:rFonts w:ascii="Open Sans" w:hAnsi="Open Sans" w:cs="Open Sans"/>
          <w:szCs w:val="18"/>
        </w:rPr>
        <w:t xml:space="preserve"> </w:t>
      </w:r>
      <w:r w:rsidR="00F141FF" w:rsidRPr="002A40A7">
        <w:rPr>
          <w:rFonts w:ascii="Open Sans" w:hAnsi="Open Sans" w:cs="Open Sans"/>
          <w:szCs w:val="18"/>
        </w:rPr>
        <w:t xml:space="preserve">– </w:t>
      </w:r>
      <w:r w:rsidR="00D232EC" w:rsidRPr="002A40A7">
        <w:rPr>
          <w:rFonts w:ascii="Open Sans" w:hAnsi="Open Sans" w:cs="Open Sans"/>
          <w:szCs w:val="18"/>
        </w:rPr>
        <w:t>Die Schule</w:t>
      </w:r>
      <w:r w:rsidR="001437C7">
        <w:rPr>
          <w:rFonts w:ascii="Open Sans" w:hAnsi="Open Sans" w:cs="Open Sans"/>
          <w:szCs w:val="18"/>
        </w:rPr>
        <w:t xml:space="preserve"> mit den </w:t>
      </w:r>
      <w:r w:rsidR="00B9613E" w:rsidRPr="002A40A7">
        <w:rPr>
          <w:rFonts w:ascii="Open Sans" w:hAnsi="Open Sans" w:cs="Open Sans"/>
          <w:szCs w:val="18"/>
        </w:rPr>
        <w:t>meisten Punkte</w:t>
      </w:r>
      <w:r w:rsidR="001437C7">
        <w:rPr>
          <w:rFonts w:ascii="Open Sans" w:hAnsi="Open Sans" w:cs="Open Sans"/>
          <w:szCs w:val="18"/>
        </w:rPr>
        <w:t>n</w:t>
      </w:r>
      <w:r w:rsidR="00B636CF" w:rsidRPr="002A40A7">
        <w:rPr>
          <w:rFonts w:ascii="Open Sans" w:hAnsi="Open Sans" w:cs="Open Sans"/>
          <w:szCs w:val="18"/>
        </w:rPr>
        <w:t xml:space="preserve">, gewinnt einen tollen </w:t>
      </w:r>
      <w:r w:rsidR="00E320E7" w:rsidRPr="002A40A7">
        <w:rPr>
          <w:rFonts w:ascii="Open Sans" w:hAnsi="Open Sans" w:cs="Open Sans"/>
          <w:szCs w:val="18"/>
        </w:rPr>
        <w:t>A</w:t>
      </w:r>
      <w:r w:rsidR="00B636CF" w:rsidRPr="002A40A7">
        <w:rPr>
          <w:rFonts w:ascii="Open Sans" w:hAnsi="Open Sans" w:cs="Open Sans"/>
          <w:szCs w:val="18"/>
        </w:rPr>
        <w:t>usflug!</w:t>
      </w:r>
    </w:p>
    <w:p w14:paraId="6B23F96C" w14:textId="77777777" w:rsidR="00C07D9F" w:rsidRPr="002A40A7" w:rsidRDefault="00C07D9F" w:rsidP="00B9613E">
      <w:pPr>
        <w:spacing w:line="288" w:lineRule="auto"/>
        <w:rPr>
          <w:rFonts w:ascii="Open Sans" w:hAnsi="Open Sans" w:cs="Open Sans"/>
          <w:b/>
          <w:szCs w:val="18"/>
        </w:rPr>
      </w:pPr>
      <w:r w:rsidRPr="002A40A7">
        <w:rPr>
          <w:rFonts w:ascii="Open Sans" w:hAnsi="Open Sans" w:cs="Open Sans"/>
          <w:b/>
          <w:szCs w:val="18"/>
        </w:rPr>
        <w:t>Zur Sicherheit Ihres Kindes</w:t>
      </w:r>
    </w:p>
    <w:p w14:paraId="1A25FF6A" w14:textId="3C753669" w:rsidR="00B9613E" w:rsidRPr="002A40A7" w:rsidRDefault="00B36405" w:rsidP="00B9613E">
      <w:pPr>
        <w:spacing w:after="120" w:line="288" w:lineRule="auto"/>
        <w:rPr>
          <w:rFonts w:ascii="Open Sans" w:hAnsi="Open Sans" w:cs="Open Sans"/>
          <w:szCs w:val="18"/>
        </w:rPr>
      </w:pPr>
      <w:r w:rsidRPr="002A40A7">
        <w:rPr>
          <w:rFonts w:ascii="Open Sans" w:hAnsi="Open Sans" w:cs="Open Sans"/>
          <w:szCs w:val="18"/>
        </w:rPr>
        <w:t>In eine</w:t>
      </w:r>
      <w:r w:rsidR="00D232EC" w:rsidRPr="002A40A7">
        <w:rPr>
          <w:rFonts w:ascii="Open Sans" w:hAnsi="Open Sans" w:cs="Open Sans"/>
          <w:szCs w:val="18"/>
        </w:rPr>
        <w:t>r Doppelstunde</w:t>
      </w:r>
      <w:r w:rsidR="00765857" w:rsidRPr="002A40A7">
        <w:rPr>
          <w:rFonts w:ascii="Open Sans" w:hAnsi="Open Sans" w:cs="Open Sans"/>
          <w:szCs w:val="18"/>
        </w:rPr>
        <w:t xml:space="preserve"> </w:t>
      </w:r>
      <w:r w:rsidRPr="002A40A7">
        <w:rPr>
          <w:rFonts w:ascii="Open Sans" w:hAnsi="Open Sans" w:cs="Open Sans"/>
          <w:szCs w:val="18"/>
        </w:rPr>
        <w:t xml:space="preserve">gehen die </w:t>
      </w:r>
      <w:r w:rsidR="00765857" w:rsidRPr="002A40A7">
        <w:rPr>
          <w:rFonts w:ascii="Open Sans" w:hAnsi="Open Sans" w:cs="Open Sans"/>
          <w:szCs w:val="18"/>
        </w:rPr>
        <w:t>Organisatoren</w:t>
      </w:r>
      <w:r w:rsidR="009913FB" w:rsidRPr="002A40A7">
        <w:rPr>
          <w:rFonts w:ascii="Open Sans" w:hAnsi="Open Sans" w:cs="Open Sans"/>
          <w:szCs w:val="18"/>
        </w:rPr>
        <w:t xml:space="preserve"> von Das macht Schule</w:t>
      </w:r>
      <w:r w:rsidR="00765857" w:rsidRPr="002A40A7">
        <w:rPr>
          <w:rFonts w:ascii="Open Sans" w:hAnsi="Open Sans" w:cs="Open Sans"/>
          <w:szCs w:val="18"/>
        </w:rPr>
        <w:t xml:space="preserve"> </w:t>
      </w:r>
      <w:r w:rsidRPr="002A40A7">
        <w:rPr>
          <w:rFonts w:ascii="Open Sans" w:hAnsi="Open Sans" w:cs="Open Sans"/>
          <w:szCs w:val="18"/>
        </w:rPr>
        <w:t xml:space="preserve">auf </w:t>
      </w:r>
      <w:r w:rsidR="000730E1" w:rsidRPr="002A40A7">
        <w:rPr>
          <w:rFonts w:ascii="Open Sans" w:hAnsi="Open Sans" w:cs="Open Sans"/>
          <w:szCs w:val="18"/>
        </w:rPr>
        <w:t>das</w:t>
      </w:r>
      <w:r w:rsidRPr="002A40A7">
        <w:rPr>
          <w:rFonts w:ascii="Open Sans" w:hAnsi="Open Sans" w:cs="Open Sans"/>
          <w:szCs w:val="18"/>
        </w:rPr>
        <w:t xml:space="preserve"> Thema </w:t>
      </w:r>
      <w:r w:rsidR="00C70AEA" w:rsidRPr="002A40A7">
        <w:rPr>
          <w:rFonts w:ascii="Open Sans" w:hAnsi="Open Sans" w:cs="Open Sans"/>
          <w:szCs w:val="18"/>
        </w:rPr>
        <w:t xml:space="preserve">Sicherheit </w:t>
      </w:r>
      <w:r w:rsidRPr="002A40A7">
        <w:rPr>
          <w:rFonts w:ascii="Open Sans" w:hAnsi="Open Sans" w:cs="Open Sans"/>
          <w:szCs w:val="18"/>
        </w:rPr>
        <w:t xml:space="preserve">ein. </w:t>
      </w:r>
      <w:r w:rsidR="00B9613E" w:rsidRPr="002A40A7">
        <w:rPr>
          <w:rFonts w:ascii="Open Sans" w:hAnsi="Open Sans" w:cs="Open Sans"/>
          <w:szCs w:val="18"/>
        </w:rPr>
        <w:t>Während des Projektes obliegt der Schule die Aufsicht. L</w:t>
      </w:r>
      <w:r w:rsidR="00765857" w:rsidRPr="002A40A7">
        <w:rPr>
          <w:rFonts w:ascii="Open Sans" w:hAnsi="Open Sans" w:cs="Open Sans"/>
          <w:szCs w:val="18"/>
        </w:rPr>
        <w:t>etztendlich sind Sie als Elternteil</w:t>
      </w:r>
      <w:r w:rsidR="00B9613E" w:rsidRPr="002A40A7">
        <w:rPr>
          <w:rFonts w:ascii="Open Sans" w:hAnsi="Open Sans" w:cs="Open Sans"/>
          <w:szCs w:val="18"/>
        </w:rPr>
        <w:t xml:space="preserve"> bzw. </w:t>
      </w:r>
      <w:r w:rsidR="00765857" w:rsidRPr="002A40A7">
        <w:rPr>
          <w:rFonts w:ascii="Open Sans" w:hAnsi="Open Sans" w:cs="Open Sans"/>
          <w:szCs w:val="18"/>
        </w:rPr>
        <w:t>Betreuer</w:t>
      </w:r>
      <w:r w:rsidR="00B9613E" w:rsidRPr="002A40A7">
        <w:rPr>
          <w:rFonts w:ascii="Open Sans" w:hAnsi="Open Sans" w:cs="Open Sans"/>
          <w:szCs w:val="18"/>
        </w:rPr>
        <w:t xml:space="preserve"> aber</w:t>
      </w:r>
      <w:r w:rsidR="00765857" w:rsidRPr="002A40A7">
        <w:rPr>
          <w:rFonts w:ascii="Open Sans" w:hAnsi="Open Sans" w:cs="Open Sans"/>
          <w:szCs w:val="18"/>
        </w:rPr>
        <w:t xml:space="preserve"> für die Sicherheit Ihres Kindes ver</w:t>
      </w:r>
      <w:r w:rsidR="00765857" w:rsidRPr="002A40A7">
        <w:rPr>
          <w:rFonts w:ascii="Open Sans" w:hAnsi="Open Sans" w:cs="Open Sans"/>
          <w:szCs w:val="18"/>
        </w:rPr>
        <w:softHyphen/>
        <w:t xml:space="preserve">antwortlich. </w:t>
      </w:r>
      <w:r w:rsidR="00387D1A" w:rsidRPr="002A40A7">
        <w:rPr>
          <w:rFonts w:ascii="Open Sans" w:hAnsi="Open Sans" w:cs="Open Sans"/>
          <w:szCs w:val="18"/>
        </w:rPr>
        <w:t xml:space="preserve">Deshalb möchten </w:t>
      </w:r>
      <w:r w:rsidR="00656CEF" w:rsidRPr="002A40A7">
        <w:rPr>
          <w:rFonts w:ascii="Open Sans" w:hAnsi="Open Sans" w:cs="Open Sans"/>
          <w:szCs w:val="18"/>
        </w:rPr>
        <w:t>wir über F</w:t>
      </w:r>
      <w:r w:rsidR="00387D1A" w:rsidRPr="002A40A7">
        <w:rPr>
          <w:rFonts w:ascii="Open Sans" w:hAnsi="Open Sans" w:cs="Open Sans"/>
          <w:szCs w:val="18"/>
        </w:rPr>
        <w:t>olgendes informieren:</w:t>
      </w:r>
    </w:p>
    <w:p w14:paraId="636CD476" w14:textId="0CC2B8F4" w:rsidR="009913FB" w:rsidRPr="002A40A7" w:rsidRDefault="009913FB" w:rsidP="009913FB">
      <w:pPr>
        <w:pStyle w:val="Listenabsatz"/>
        <w:numPr>
          <w:ilvl w:val="0"/>
          <w:numId w:val="3"/>
        </w:numPr>
        <w:spacing w:after="120" w:line="288" w:lineRule="auto"/>
        <w:ind w:left="714" w:hanging="357"/>
        <w:contextualSpacing w:val="0"/>
        <w:rPr>
          <w:rFonts w:ascii="Open Sans" w:hAnsi="Open Sans" w:cs="Open Sans"/>
          <w:szCs w:val="18"/>
        </w:rPr>
      </w:pPr>
      <w:r w:rsidRPr="002A40A7">
        <w:rPr>
          <w:rFonts w:ascii="Open Sans" w:hAnsi="Open Sans" w:cs="Open Sans"/>
          <w:szCs w:val="18"/>
        </w:rPr>
        <w:t>Zum Punktesammeln kann sich i</w:t>
      </w:r>
      <w:r w:rsidR="00387D1A" w:rsidRPr="002A40A7">
        <w:rPr>
          <w:rFonts w:ascii="Open Sans" w:hAnsi="Open Sans" w:cs="Open Sans"/>
          <w:szCs w:val="18"/>
        </w:rPr>
        <w:t>hr Kind</w:t>
      </w:r>
      <w:r w:rsidRPr="002A40A7">
        <w:rPr>
          <w:rFonts w:ascii="Open Sans" w:hAnsi="Open Sans" w:cs="Open Sans"/>
          <w:szCs w:val="18"/>
        </w:rPr>
        <w:t xml:space="preserve"> mit Vornamen und E-Mail-Adresse auf </w:t>
      </w:r>
      <w:hyperlink r:id="rId8" w:history="1">
        <w:r w:rsidRPr="0051262B">
          <w:rPr>
            <w:rStyle w:val="Hyperlink"/>
            <w:rFonts w:ascii="Open Sans" w:hAnsi="Open Sans" w:cs="Open Sans"/>
            <w:color w:val="FF6700" w:themeColor="accent3"/>
            <w:szCs w:val="18"/>
            <w:u w:val="none"/>
          </w:rPr>
          <w:t>www.e-waste-race.de</w:t>
        </w:r>
      </w:hyperlink>
      <w:r w:rsidRPr="002A40A7">
        <w:rPr>
          <w:rFonts w:ascii="Open Sans" w:hAnsi="Open Sans" w:cs="Open Sans"/>
          <w:szCs w:val="18"/>
        </w:rPr>
        <w:t xml:space="preserve"> registrieren. Die Daten werden weder an Dritte weitergegeben noch für andere Zwecke verwendet und werden nach Ende gelöscht. Wenn Sie das nicht möchten, informieren Sie bitte die verantwortliche Lehrkraft.</w:t>
      </w:r>
    </w:p>
    <w:p w14:paraId="73E3645D" w14:textId="6F222351" w:rsidR="009913FB" w:rsidRPr="002A40A7" w:rsidRDefault="009913FB" w:rsidP="009913FB">
      <w:pPr>
        <w:pStyle w:val="Listenabsatz"/>
        <w:numPr>
          <w:ilvl w:val="0"/>
          <w:numId w:val="3"/>
        </w:numPr>
        <w:rPr>
          <w:rFonts w:ascii="Open Sans" w:hAnsi="Open Sans" w:cs="Open Sans"/>
          <w:szCs w:val="18"/>
        </w:rPr>
      </w:pPr>
      <w:r w:rsidRPr="002A40A7">
        <w:rPr>
          <w:rFonts w:ascii="Open Sans" w:hAnsi="Open Sans" w:cs="Open Sans"/>
          <w:szCs w:val="18"/>
        </w:rPr>
        <w:t>Ihr Kind darf nur unter Aufsicht oder mit Ihrer Erlaubnis auch eigenständig bzw. in Gruppen Elektroschrott in der Nachbarschaft sammeln. Die Schülerinnen und Schüler betreten die Haushalte nicht.</w:t>
      </w:r>
    </w:p>
    <w:p w14:paraId="2A70E6F6" w14:textId="48839D96" w:rsidR="00765857" w:rsidRPr="002A40A7" w:rsidRDefault="009913FB" w:rsidP="009913FB">
      <w:pPr>
        <w:pStyle w:val="Listenabsatz"/>
        <w:numPr>
          <w:ilvl w:val="0"/>
          <w:numId w:val="3"/>
        </w:numPr>
        <w:spacing w:before="120" w:line="264" w:lineRule="auto"/>
        <w:contextualSpacing w:val="0"/>
        <w:rPr>
          <w:rFonts w:ascii="Open Sans" w:hAnsi="Open Sans" w:cs="Open Sans"/>
          <w:szCs w:val="18"/>
        </w:rPr>
      </w:pPr>
      <w:r w:rsidRPr="002A40A7">
        <w:rPr>
          <w:rFonts w:ascii="Open Sans" w:hAnsi="Open Sans" w:cs="Open Sans"/>
          <w:szCs w:val="18"/>
        </w:rPr>
        <w:t xml:space="preserve">Das Sammeln von potentiell gefährlichen Stoffen (Akkus und Batterien, </w:t>
      </w:r>
      <w:r w:rsidRPr="002A40A7">
        <w:rPr>
          <w:rFonts w:ascii="Open Sans" w:hAnsi="Open Sans" w:cs="Open Sans"/>
          <w:color w:val="000000" w:themeColor="text2"/>
          <w:szCs w:val="18"/>
        </w:rPr>
        <w:t xml:space="preserve">beschädigte </w:t>
      </w:r>
      <w:r w:rsidRPr="002A40A7">
        <w:rPr>
          <w:rFonts w:ascii="Open Sans" w:hAnsi="Open Sans" w:cs="Open Sans"/>
          <w:szCs w:val="18"/>
        </w:rPr>
        <w:t xml:space="preserve">quecksilberhaltige Monitore, Leuchtmittel), ist nicht erlaubt. </w:t>
      </w:r>
      <w:r w:rsidR="00F141FF" w:rsidRPr="002A40A7">
        <w:rPr>
          <w:rFonts w:ascii="Open Sans" w:hAnsi="Open Sans" w:cs="Open Sans"/>
          <w:szCs w:val="18"/>
        </w:rPr>
        <w:t xml:space="preserve">Dennoch bitten wir Sie, Ihr </w:t>
      </w:r>
      <w:r w:rsidR="00A36A93" w:rsidRPr="002A40A7">
        <w:rPr>
          <w:rFonts w:ascii="Open Sans" w:hAnsi="Open Sans" w:cs="Open Sans"/>
          <w:szCs w:val="18"/>
        </w:rPr>
        <w:t>Kind darauf hin</w:t>
      </w:r>
      <w:r w:rsidR="00F141FF" w:rsidRPr="002A40A7">
        <w:rPr>
          <w:rFonts w:ascii="Open Sans" w:hAnsi="Open Sans" w:cs="Open Sans"/>
          <w:szCs w:val="18"/>
        </w:rPr>
        <w:t xml:space="preserve">zuweisen, </w:t>
      </w:r>
      <w:r w:rsidR="00A36A93" w:rsidRPr="002A40A7">
        <w:rPr>
          <w:rFonts w:ascii="Open Sans" w:hAnsi="Open Sans" w:cs="Open Sans"/>
          <w:szCs w:val="18"/>
        </w:rPr>
        <w:t>dass sie mit</w:t>
      </w:r>
      <w:r w:rsidR="00D53378" w:rsidRPr="002A40A7">
        <w:rPr>
          <w:rFonts w:ascii="Open Sans" w:hAnsi="Open Sans" w:cs="Open Sans"/>
          <w:szCs w:val="18"/>
        </w:rPr>
        <w:t xml:space="preserve"> dem gesammelten</w:t>
      </w:r>
      <w:r w:rsidR="00A36A93" w:rsidRPr="002A40A7">
        <w:rPr>
          <w:rFonts w:ascii="Open Sans" w:hAnsi="Open Sans" w:cs="Open Sans"/>
          <w:szCs w:val="18"/>
        </w:rPr>
        <w:t xml:space="preserve"> Elektroschrott </w:t>
      </w:r>
      <w:r w:rsidR="006A4C60" w:rsidRPr="002A40A7">
        <w:rPr>
          <w:rFonts w:ascii="Open Sans" w:hAnsi="Open Sans" w:cs="Open Sans"/>
          <w:szCs w:val="18"/>
        </w:rPr>
        <w:t xml:space="preserve">nicht </w:t>
      </w:r>
      <w:r w:rsidR="00A36A93" w:rsidRPr="002A40A7">
        <w:rPr>
          <w:rFonts w:ascii="Open Sans" w:hAnsi="Open Sans" w:cs="Open Sans"/>
          <w:szCs w:val="18"/>
        </w:rPr>
        <w:t>spielen dürfen.</w:t>
      </w:r>
    </w:p>
    <w:p w14:paraId="4A69C109" w14:textId="25D0F50B" w:rsidR="0058163A" w:rsidRPr="002A40A7" w:rsidRDefault="00AB36B5" w:rsidP="004A5A5A">
      <w:pPr>
        <w:spacing w:before="240" w:after="240" w:line="288" w:lineRule="auto"/>
        <w:rPr>
          <w:rFonts w:ascii="Open Sans" w:hAnsi="Open Sans" w:cs="Open Sans"/>
          <w:szCs w:val="18"/>
        </w:rPr>
      </w:pPr>
      <w:r w:rsidRPr="002A40A7">
        <w:rPr>
          <w:rFonts w:ascii="Open Sans" w:hAnsi="Open Sans" w:cs="Open Sans"/>
          <w:szCs w:val="18"/>
        </w:rPr>
        <w:t xml:space="preserve">Falls Ihrerseits Bedarf </w:t>
      </w:r>
      <w:r w:rsidR="00656CEF" w:rsidRPr="002A40A7">
        <w:rPr>
          <w:rFonts w:ascii="Open Sans" w:hAnsi="Open Sans" w:cs="Open Sans"/>
          <w:szCs w:val="18"/>
        </w:rPr>
        <w:t>an</w:t>
      </w:r>
      <w:r w:rsidRPr="002A40A7">
        <w:rPr>
          <w:rFonts w:ascii="Open Sans" w:hAnsi="Open Sans" w:cs="Open Sans"/>
          <w:szCs w:val="18"/>
        </w:rPr>
        <w:t xml:space="preserve"> weiteren Vereinbarungen für die sichere Teilnahme an der Aktion bestehen, setzen </w:t>
      </w:r>
      <w:r w:rsidR="00E84D7F" w:rsidRPr="002A40A7">
        <w:rPr>
          <w:rFonts w:ascii="Open Sans" w:hAnsi="Open Sans" w:cs="Open Sans"/>
          <w:szCs w:val="18"/>
        </w:rPr>
        <w:t xml:space="preserve">Sie </w:t>
      </w:r>
      <w:r w:rsidRPr="002A40A7">
        <w:rPr>
          <w:rFonts w:ascii="Open Sans" w:hAnsi="Open Sans" w:cs="Open Sans"/>
          <w:szCs w:val="18"/>
        </w:rPr>
        <w:t>sich bitte</w:t>
      </w:r>
      <w:r w:rsidR="000730E1" w:rsidRPr="002A40A7">
        <w:rPr>
          <w:rFonts w:ascii="Open Sans" w:hAnsi="Open Sans" w:cs="Open Sans"/>
          <w:szCs w:val="18"/>
        </w:rPr>
        <w:t xml:space="preserve"> </w:t>
      </w:r>
      <w:r w:rsidRPr="002A40A7">
        <w:rPr>
          <w:rFonts w:ascii="Open Sans" w:hAnsi="Open Sans" w:cs="Open Sans"/>
          <w:szCs w:val="18"/>
        </w:rPr>
        <w:t xml:space="preserve">mit der Schule </w:t>
      </w:r>
      <w:r w:rsidR="000730E1" w:rsidRPr="002A40A7">
        <w:rPr>
          <w:rFonts w:ascii="Open Sans" w:hAnsi="Open Sans" w:cs="Open Sans"/>
          <w:szCs w:val="18"/>
        </w:rPr>
        <w:t xml:space="preserve">direkt </w:t>
      </w:r>
      <w:r w:rsidRPr="002A40A7">
        <w:rPr>
          <w:rFonts w:ascii="Open Sans" w:hAnsi="Open Sans" w:cs="Open Sans"/>
          <w:szCs w:val="18"/>
        </w:rPr>
        <w:t>in Verbindung.</w:t>
      </w:r>
    </w:p>
    <w:p w14:paraId="6E9F3FBE" w14:textId="1851CB51" w:rsidR="004C71B9" w:rsidRPr="002A40A7" w:rsidRDefault="0058163A" w:rsidP="00B9613E">
      <w:pPr>
        <w:spacing w:line="288" w:lineRule="auto"/>
        <w:rPr>
          <w:rFonts w:ascii="Open Sans" w:hAnsi="Open Sans" w:cs="Open Sans"/>
          <w:b/>
          <w:szCs w:val="18"/>
        </w:rPr>
      </w:pPr>
      <w:r w:rsidRPr="002A40A7">
        <w:rPr>
          <w:rFonts w:ascii="Open Sans" w:hAnsi="Open Sans" w:cs="Open Sans"/>
          <w:b/>
          <w:szCs w:val="18"/>
        </w:rPr>
        <w:t xml:space="preserve">Was passiert mit dem </w:t>
      </w:r>
      <w:r w:rsidR="00D53378" w:rsidRPr="002A40A7">
        <w:rPr>
          <w:rFonts w:ascii="Open Sans" w:hAnsi="Open Sans" w:cs="Open Sans"/>
          <w:b/>
          <w:szCs w:val="18"/>
        </w:rPr>
        <w:t xml:space="preserve">gesammelten </w:t>
      </w:r>
      <w:r w:rsidRPr="002A40A7">
        <w:rPr>
          <w:rFonts w:ascii="Open Sans" w:hAnsi="Open Sans" w:cs="Open Sans"/>
          <w:b/>
          <w:szCs w:val="18"/>
        </w:rPr>
        <w:t>Elektroschrott?</w:t>
      </w:r>
    </w:p>
    <w:p w14:paraId="25645C94" w14:textId="4929E748" w:rsidR="0058163A" w:rsidRPr="002A40A7" w:rsidRDefault="001437C7" w:rsidP="00AB36B5">
      <w:pPr>
        <w:spacing w:after="120" w:line="288" w:lineRule="auto"/>
        <w:rPr>
          <w:rFonts w:ascii="Open Sans" w:hAnsi="Open Sans" w:cs="Open Sans"/>
          <w:szCs w:val="18"/>
        </w:rPr>
      </w:pPr>
      <w:r w:rsidRPr="002A40A7">
        <w:rPr>
          <w:rFonts w:ascii="Open Sans" w:hAnsi="Open Sans" w:cs="Open Sans"/>
          <w:noProof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55644" wp14:editId="3F164941">
                <wp:simplePos x="0" y="0"/>
                <wp:positionH relativeFrom="column">
                  <wp:posOffset>-1207135</wp:posOffset>
                </wp:positionH>
                <wp:positionV relativeFrom="paragraph">
                  <wp:posOffset>153670</wp:posOffset>
                </wp:positionV>
                <wp:extent cx="1277703" cy="276860"/>
                <wp:effectExtent l="5080" t="0" r="3810" b="381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77703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38919" w14:textId="720C493D" w:rsidR="00211F2C" w:rsidRPr="00FF0F31" w:rsidRDefault="00211F2C" w:rsidP="00211F2C">
                            <w:pPr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 xml:space="preserve">Eltern-Info </w:t>
                            </w:r>
                            <w:r w:rsidR="00BA059D"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>E</w:t>
                            </w:r>
                            <w:r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 xml:space="preserve">WR </w:t>
                            </w:r>
                            <w:r w:rsidR="0095244E"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>0</w:t>
                            </w:r>
                            <w:r w:rsidR="001437C7"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>1/2024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655644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-95.05pt;margin-top:12.1pt;width:100.6pt;height:21.8pt;rotation:-9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" fillcolor="white [3201]" stroked="f" strokeweight=".5pt">
                <v:textbox>
                  <w:txbxContent>
                    <w:p w14:paraId="43038919" w14:textId="720C493D" w:rsidR="00211F2C" w:rsidRPr="00FF0F31" w:rsidRDefault="00211F2C" w:rsidP="00211F2C">
                      <w:pPr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</w:pPr>
                      <w:r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 xml:space="preserve">Eltern-Info </w:t>
                      </w:r>
                      <w:r w:rsidR="00BA059D"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>E</w:t>
                      </w:r>
                      <w:r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 xml:space="preserve">WR </w:t>
                      </w:r>
                      <w:r w:rsidR="0095244E"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>0</w:t>
                      </w:r>
                      <w:r w:rsidR="001437C7"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>1/2024</w:t>
                      </w:r>
                    </w:p>
                  </w:txbxContent>
                </v:textbox>
              </v:shape>
            </w:pict>
          </mc:Fallback>
        </mc:AlternateContent>
      </w:r>
      <w:r w:rsidR="004C71B9" w:rsidRPr="002A40A7">
        <w:rPr>
          <w:rFonts w:ascii="Open Sans" w:hAnsi="Open Sans" w:cs="Open Sans"/>
          <w:szCs w:val="18"/>
        </w:rPr>
        <w:t>I</w:t>
      </w:r>
      <w:r w:rsidR="0058163A" w:rsidRPr="002A40A7">
        <w:rPr>
          <w:rFonts w:ascii="Open Sans" w:hAnsi="Open Sans" w:cs="Open Sans"/>
          <w:szCs w:val="18"/>
        </w:rPr>
        <w:t>m E-Waste Race arbeiten</w:t>
      </w:r>
      <w:r w:rsidR="004C71B9" w:rsidRPr="002A40A7">
        <w:rPr>
          <w:rFonts w:ascii="Open Sans" w:hAnsi="Open Sans" w:cs="Open Sans"/>
          <w:szCs w:val="18"/>
        </w:rPr>
        <w:t xml:space="preserve"> wir</w:t>
      </w:r>
      <w:r w:rsidR="0058163A" w:rsidRPr="002A40A7">
        <w:rPr>
          <w:rFonts w:ascii="Open Sans" w:hAnsi="Open Sans" w:cs="Open Sans"/>
          <w:szCs w:val="18"/>
        </w:rPr>
        <w:t xml:space="preserve"> </w:t>
      </w:r>
      <w:r w:rsidR="004C71B9" w:rsidRPr="002A40A7">
        <w:rPr>
          <w:rFonts w:ascii="Open Sans" w:hAnsi="Open Sans" w:cs="Open Sans"/>
          <w:szCs w:val="18"/>
        </w:rPr>
        <w:t>mit</w:t>
      </w:r>
      <w:r w:rsidR="008D21B4" w:rsidRPr="002A40A7">
        <w:rPr>
          <w:rFonts w:ascii="Open Sans" w:hAnsi="Open Sans" w:cs="Open Sans"/>
          <w:szCs w:val="18"/>
        </w:rPr>
        <w:t xml:space="preserve"> einem</w:t>
      </w:r>
      <w:r w:rsidR="0058163A" w:rsidRPr="002A40A7">
        <w:rPr>
          <w:rFonts w:ascii="Open Sans" w:hAnsi="Open Sans" w:cs="Open Sans"/>
          <w:szCs w:val="18"/>
        </w:rPr>
        <w:t xml:space="preserve"> zertifizierten </w:t>
      </w:r>
      <w:r w:rsidR="008D21B4" w:rsidRPr="002A40A7">
        <w:rPr>
          <w:rFonts w:ascii="Open Sans" w:hAnsi="Open Sans" w:cs="Open Sans"/>
          <w:szCs w:val="18"/>
        </w:rPr>
        <w:t xml:space="preserve">lokalen </w:t>
      </w:r>
      <w:r w:rsidR="0058163A" w:rsidRPr="002A40A7">
        <w:rPr>
          <w:rFonts w:ascii="Open Sans" w:hAnsi="Open Sans" w:cs="Open Sans"/>
          <w:szCs w:val="18"/>
        </w:rPr>
        <w:t>Entsorger</w:t>
      </w:r>
      <w:r w:rsidR="008D21B4" w:rsidRPr="002A40A7">
        <w:rPr>
          <w:rFonts w:ascii="Open Sans" w:hAnsi="Open Sans" w:cs="Open Sans"/>
          <w:szCs w:val="18"/>
        </w:rPr>
        <w:t xml:space="preserve"> </w:t>
      </w:r>
      <w:r w:rsidR="0058163A" w:rsidRPr="002A40A7">
        <w:rPr>
          <w:rFonts w:ascii="Open Sans" w:hAnsi="Open Sans" w:cs="Open Sans"/>
          <w:szCs w:val="18"/>
        </w:rPr>
        <w:t>zusammen</w:t>
      </w:r>
      <w:r w:rsidR="004C71B9" w:rsidRPr="002A40A7">
        <w:rPr>
          <w:rFonts w:ascii="Open Sans" w:hAnsi="Open Sans" w:cs="Open Sans"/>
          <w:szCs w:val="18"/>
        </w:rPr>
        <w:t>.</w:t>
      </w:r>
      <w:r w:rsidR="008D21B4" w:rsidRPr="002A40A7">
        <w:rPr>
          <w:rFonts w:ascii="Open Sans" w:hAnsi="Open Sans" w:cs="Open Sans"/>
          <w:szCs w:val="18"/>
        </w:rPr>
        <w:t xml:space="preserve"> Dieser</w:t>
      </w:r>
      <w:r w:rsidR="0058163A" w:rsidRPr="002A40A7">
        <w:rPr>
          <w:rFonts w:ascii="Open Sans" w:hAnsi="Open Sans" w:cs="Open Sans"/>
          <w:szCs w:val="18"/>
        </w:rPr>
        <w:t xml:space="preserve"> holt </w:t>
      </w:r>
      <w:r w:rsidR="00D53378" w:rsidRPr="002A40A7">
        <w:rPr>
          <w:rFonts w:ascii="Open Sans" w:hAnsi="Open Sans" w:cs="Open Sans"/>
          <w:szCs w:val="18"/>
        </w:rPr>
        <w:t xml:space="preserve">den gesammelten E-Schrott </w:t>
      </w:r>
      <w:r w:rsidR="0058163A" w:rsidRPr="002A40A7">
        <w:rPr>
          <w:rFonts w:ascii="Open Sans" w:hAnsi="Open Sans" w:cs="Open Sans"/>
          <w:szCs w:val="18"/>
        </w:rPr>
        <w:t>ab</w:t>
      </w:r>
      <w:r w:rsidR="008F724F">
        <w:rPr>
          <w:rFonts w:ascii="Open Sans" w:hAnsi="Open Sans" w:cs="Open Sans"/>
          <w:szCs w:val="18"/>
        </w:rPr>
        <w:t xml:space="preserve"> und </w:t>
      </w:r>
      <w:r w:rsidR="00486BFB" w:rsidRPr="002A40A7">
        <w:rPr>
          <w:rFonts w:ascii="Open Sans" w:hAnsi="Open Sans" w:cs="Open Sans"/>
          <w:szCs w:val="18"/>
        </w:rPr>
        <w:t>recycelt</w:t>
      </w:r>
      <w:r w:rsidR="0058163A" w:rsidRPr="002A40A7">
        <w:rPr>
          <w:rFonts w:ascii="Open Sans" w:hAnsi="Open Sans" w:cs="Open Sans"/>
          <w:szCs w:val="18"/>
        </w:rPr>
        <w:t xml:space="preserve"> diese</w:t>
      </w:r>
      <w:r w:rsidR="00486BFB" w:rsidRPr="002A40A7">
        <w:rPr>
          <w:rFonts w:ascii="Open Sans" w:hAnsi="Open Sans" w:cs="Open Sans"/>
          <w:szCs w:val="18"/>
        </w:rPr>
        <w:t>n</w:t>
      </w:r>
      <w:r w:rsidR="0058163A" w:rsidRPr="002A40A7">
        <w:rPr>
          <w:rFonts w:ascii="Open Sans" w:hAnsi="Open Sans" w:cs="Open Sans"/>
          <w:szCs w:val="18"/>
        </w:rPr>
        <w:t xml:space="preserve"> selbst </w:t>
      </w:r>
      <w:r w:rsidR="008F724F">
        <w:rPr>
          <w:rFonts w:ascii="Open Sans" w:hAnsi="Open Sans" w:cs="Open Sans"/>
          <w:szCs w:val="18"/>
        </w:rPr>
        <w:t>oder</w:t>
      </w:r>
      <w:r w:rsidR="00486BFB" w:rsidRPr="002A40A7">
        <w:rPr>
          <w:rFonts w:ascii="Open Sans" w:hAnsi="Open Sans" w:cs="Open Sans"/>
          <w:szCs w:val="18"/>
        </w:rPr>
        <w:t xml:space="preserve"> gibt ihn </w:t>
      </w:r>
      <w:r w:rsidR="0058163A" w:rsidRPr="002A40A7">
        <w:rPr>
          <w:rFonts w:ascii="Open Sans" w:hAnsi="Open Sans" w:cs="Open Sans"/>
          <w:szCs w:val="18"/>
        </w:rPr>
        <w:t>an eine</w:t>
      </w:r>
      <w:r w:rsidR="00480FF1" w:rsidRPr="002A40A7">
        <w:rPr>
          <w:rFonts w:ascii="Open Sans" w:hAnsi="Open Sans" w:cs="Open Sans"/>
          <w:szCs w:val="18"/>
        </w:rPr>
        <w:t>n</w:t>
      </w:r>
      <w:r w:rsidR="0058163A" w:rsidRPr="002A40A7">
        <w:rPr>
          <w:rFonts w:ascii="Open Sans" w:hAnsi="Open Sans" w:cs="Open Sans"/>
          <w:szCs w:val="18"/>
        </w:rPr>
        <w:t xml:space="preserve"> entsprechende</w:t>
      </w:r>
      <w:r w:rsidR="00480FF1" w:rsidRPr="002A40A7">
        <w:rPr>
          <w:rFonts w:ascii="Open Sans" w:hAnsi="Open Sans" w:cs="Open Sans"/>
          <w:szCs w:val="18"/>
        </w:rPr>
        <w:t>n</w:t>
      </w:r>
      <w:r w:rsidR="0058163A" w:rsidRPr="002A40A7">
        <w:rPr>
          <w:rFonts w:ascii="Open Sans" w:hAnsi="Open Sans" w:cs="Open Sans"/>
          <w:szCs w:val="18"/>
        </w:rPr>
        <w:t xml:space="preserve"> Recycl</w:t>
      </w:r>
      <w:r w:rsidR="00480FF1" w:rsidRPr="002A40A7">
        <w:rPr>
          <w:rFonts w:ascii="Open Sans" w:hAnsi="Open Sans" w:cs="Open Sans"/>
          <w:szCs w:val="18"/>
        </w:rPr>
        <w:t>er weiter.</w:t>
      </w:r>
      <w:r>
        <w:rPr>
          <w:rFonts w:ascii="Open Sans" w:hAnsi="Open Sans" w:cs="Open Sans"/>
          <w:szCs w:val="18"/>
        </w:rPr>
        <w:t xml:space="preserve"> Z.T. werden Geräte noch auf Weiterverwend</w:t>
      </w:r>
      <w:r w:rsidR="008F724F">
        <w:rPr>
          <w:rFonts w:ascii="Open Sans" w:hAnsi="Open Sans" w:cs="Open Sans"/>
          <w:szCs w:val="18"/>
        </w:rPr>
        <w:t>-</w:t>
      </w:r>
      <w:r>
        <w:rPr>
          <w:rFonts w:ascii="Open Sans" w:hAnsi="Open Sans" w:cs="Open Sans"/>
          <w:szCs w:val="18"/>
        </w:rPr>
        <w:t>barkeit geprüft.</w:t>
      </w:r>
      <w:r w:rsidR="00480FF1" w:rsidRPr="002A40A7">
        <w:rPr>
          <w:rFonts w:ascii="Open Sans" w:hAnsi="Open Sans" w:cs="Open Sans"/>
          <w:szCs w:val="18"/>
        </w:rPr>
        <w:t xml:space="preserve"> Im Race passiert also nichts anderes mit dem E-Schrott als beim Gang zum </w:t>
      </w:r>
      <w:r w:rsidR="00D53378" w:rsidRPr="002A40A7">
        <w:rPr>
          <w:rFonts w:ascii="Open Sans" w:hAnsi="Open Sans" w:cs="Open Sans"/>
          <w:szCs w:val="18"/>
        </w:rPr>
        <w:t>Wertstoffhof</w:t>
      </w:r>
      <w:r w:rsidR="00480FF1" w:rsidRPr="002A40A7">
        <w:rPr>
          <w:rFonts w:ascii="Open Sans" w:hAnsi="Open Sans" w:cs="Open Sans"/>
          <w:szCs w:val="18"/>
        </w:rPr>
        <w:t xml:space="preserve"> – nur, dass man sich den Weg dorthin spart.</w:t>
      </w:r>
      <w:r>
        <w:rPr>
          <w:rFonts w:ascii="Open Sans" w:hAnsi="Open Sans" w:cs="Open Sans"/>
          <w:szCs w:val="18"/>
        </w:rPr>
        <w:t xml:space="preserve"> Noch funktionstüchtige Geräte können d</w:t>
      </w:r>
      <w:r w:rsidR="008F724F">
        <w:rPr>
          <w:rFonts w:ascii="Open Sans" w:hAnsi="Open Sans" w:cs="Open Sans"/>
          <w:szCs w:val="18"/>
        </w:rPr>
        <w:t xml:space="preserve">ie Schülerinnen und Schüler </w:t>
      </w:r>
      <w:r>
        <w:rPr>
          <w:rFonts w:ascii="Open Sans" w:hAnsi="Open Sans" w:cs="Open Sans"/>
          <w:szCs w:val="18"/>
        </w:rPr>
        <w:t xml:space="preserve">auch auf </w:t>
      </w:r>
      <w:hyperlink r:id="rId9" w:history="1">
        <w:r w:rsidRPr="001437C7">
          <w:rPr>
            <w:rStyle w:val="Hyperlink"/>
            <w:rFonts w:ascii="Open Sans" w:hAnsi="Open Sans" w:cs="Open Sans"/>
            <w:color w:val="FF6700" w:themeColor="accent3"/>
            <w:szCs w:val="18"/>
            <w:u w:val="none"/>
          </w:rPr>
          <w:t>kleinanzeigen.de</w:t>
        </w:r>
      </w:hyperlink>
      <w:r w:rsidRPr="001437C7">
        <w:rPr>
          <w:rFonts w:ascii="Open Sans" w:hAnsi="Open Sans" w:cs="Open Sans"/>
          <w:color w:val="FF6700" w:themeColor="accent3"/>
          <w:szCs w:val="18"/>
        </w:rPr>
        <w:t xml:space="preserve"> </w:t>
      </w:r>
      <w:r w:rsidR="008F724F">
        <w:rPr>
          <w:rFonts w:ascii="Open Sans" w:hAnsi="Open Sans" w:cs="Open Sans"/>
          <w:szCs w:val="18"/>
        </w:rPr>
        <w:t>verschenken</w:t>
      </w:r>
      <w:r>
        <w:rPr>
          <w:rFonts w:ascii="Open Sans" w:hAnsi="Open Sans" w:cs="Open Sans"/>
          <w:szCs w:val="18"/>
        </w:rPr>
        <w:t xml:space="preserve"> </w:t>
      </w:r>
      <w:r w:rsidR="008F724F">
        <w:rPr>
          <w:rFonts w:ascii="Open Sans" w:hAnsi="Open Sans" w:cs="Open Sans"/>
          <w:szCs w:val="18"/>
        </w:rPr>
        <w:t>bzw. Kaputtes im Repair Café reparieren lassen.</w:t>
      </w:r>
    </w:p>
    <w:sectPr w:rsidR="0058163A" w:rsidRPr="002A40A7" w:rsidSect="001437C7">
      <w:headerReference w:type="default" r:id="rId10"/>
      <w:headerReference w:type="first" r:id="rId11"/>
      <w:footerReference w:type="first" r:id="rId12"/>
      <w:pgSz w:w="11906" w:h="16838" w:code="9"/>
      <w:pgMar w:top="3261" w:right="3117" w:bottom="1276" w:left="1418" w:header="1134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DF861" w14:textId="77777777" w:rsidR="00D67915" w:rsidRDefault="00D67915">
      <w:r>
        <w:separator/>
      </w:r>
    </w:p>
  </w:endnote>
  <w:endnote w:type="continuationSeparator" w:id="0">
    <w:p w14:paraId="21EF8932" w14:textId="77777777" w:rsidR="00D67915" w:rsidRDefault="00D6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47C7" w14:textId="2B871AAD" w:rsidR="002E2A15" w:rsidRPr="002E2A15" w:rsidRDefault="001437C7" w:rsidP="00AB36B5">
    <w:pPr>
      <w:autoSpaceDE w:val="0"/>
      <w:autoSpaceDN w:val="0"/>
      <w:adjustRightInd w:val="0"/>
      <w:jc w:val="right"/>
      <w:rPr>
        <w:rFonts w:ascii="Open Sans" w:hAnsi="Open Sans" w:cs="Open Sans"/>
        <w:i/>
        <w:color w:val="808080" w:themeColor="background1" w:themeShade="8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FF97C2" wp14:editId="6048097A">
              <wp:simplePos x="0" y="0"/>
              <wp:positionH relativeFrom="column">
                <wp:posOffset>-895350</wp:posOffset>
              </wp:positionH>
              <wp:positionV relativeFrom="paragraph">
                <wp:posOffset>-236220</wp:posOffset>
              </wp:positionV>
              <wp:extent cx="7653020" cy="772795"/>
              <wp:effectExtent l="0" t="0" r="0" b="0"/>
              <wp:wrapNone/>
              <wp:docPr id="37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53020" cy="77279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682FBF" id="Rechteck 1" o:spid="_x0000_s1026" style="position:absolute;margin-left:-70.5pt;margin-top:-18.6pt;width:602.6pt;height:6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" fillcolor="#84aa33 [3205]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1F791C" wp14:editId="0841D2FE">
              <wp:simplePos x="0" y="0"/>
              <wp:positionH relativeFrom="column">
                <wp:posOffset>5401945</wp:posOffset>
              </wp:positionH>
              <wp:positionV relativeFrom="paragraph">
                <wp:posOffset>-657225</wp:posOffset>
              </wp:positionV>
              <wp:extent cx="1016635" cy="1016000"/>
              <wp:effectExtent l="0" t="0" r="0" b="0"/>
              <wp:wrapNone/>
              <wp:docPr id="38" name="Ellips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1016635" cy="1016000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057E2DB" id="Ellipse 2" o:spid="_x0000_s1026" style="position:absolute;margin-left:425.35pt;margin-top:-51.75pt;width:80.05pt;height:8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" fillcolor="white [3212]" strokecolor="#84aa33 [3205]" strokeweight="2pt">
              <v:path arrowok="t"/>
              <o:lock v:ext="edit" aspectratio="t"/>
            </v:oval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65E55334" wp14:editId="2FB32FE9">
          <wp:simplePos x="0" y="0"/>
          <wp:positionH relativeFrom="column">
            <wp:posOffset>5417820</wp:posOffset>
          </wp:positionH>
          <wp:positionV relativeFrom="paragraph">
            <wp:posOffset>-363220</wp:posOffset>
          </wp:positionV>
          <wp:extent cx="932180" cy="474980"/>
          <wp:effectExtent l="0" t="0" r="0" b="0"/>
          <wp:wrapNone/>
          <wp:docPr id="1882294627" name="Grafik 3" descr="Ein Bild, das Rad, Fahrrad, Landfahrzeug, Transpo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Grafik 3" descr="Ein Bild, das Rad, Fahrrad, Landfahrzeug, Transport enthält.&#10;&#10;Automatisch generierte Beschreibung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32180" cy="4749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3437DD5" wp14:editId="125706F9">
          <wp:simplePos x="0" y="0"/>
          <wp:positionH relativeFrom="column">
            <wp:posOffset>-696595</wp:posOffset>
          </wp:positionH>
          <wp:positionV relativeFrom="paragraph">
            <wp:posOffset>-140970</wp:posOffset>
          </wp:positionV>
          <wp:extent cx="536575" cy="495935"/>
          <wp:effectExtent l="0" t="0" r="0" b="0"/>
          <wp:wrapNone/>
          <wp:docPr id="1363571436" name="Grafik 4" descr="Ein Bild, das Schrift, Grafiken, Grafikdesign, gelb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Grafik 4" descr="Ein Bild, das Schrift, Grafiken, Grafikdesign, gelb enthält.&#10;&#10;Automatisch generierte Beschreibu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575" cy="495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E2D745" wp14:editId="5362DA21">
              <wp:simplePos x="0" y="0"/>
              <wp:positionH relativeFrom="column">
                <wp:posOffset>-68580</wp:posOffset>
              </wp:positionH>
              <wp:positionV relativeFrom="paragraph">
                <wp:posOffset>-244475</wp:posOffset>
              </wp:positionV>
              <wp:extent cx="5009515" cy="723649"/>
              <wp:effectExtent l="0" t="0" r="0" b="0"/>
              <wp:wrapNone/>
              <wp:docPr id="40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9515" cy="72364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45820D" w14:textId="77777777" w:rsidR="001437C7" w:rsidRPr="00405D74" w:rsidRDefault="001437C7" w:rsidP="001437C7">
                          <w:pPr>
                            <w:tabs>
                              <w:tab w:val="right" w:pos="9072"/>
                            </w:tabs>
                            <w:rPr>
                              <w:rFonts w:ascii="Open Sans" w:hAnsi="Open Sans" w:cs="Open Sans"/>
                              <w:b/>
                              <w:color w:val="FFFFFF" w:themeColor="background1"/>
                              <w:sz w:val="28"/>
                              <w:szCs w:val="34"/>
                            </w:rPr>
                          </w:pPr>
                          <w:r w:rsidRPr="00405D74">
                            <w:rPr>
                              <w:rFonts w:ascii="Open Sans" w:hAnsi="Open Sans" w:cs="Open Sans"/>
                              <w:b/>
                              <w:color w:val="FFFFFF" w:themeColor="background1"/>
                              <w:sz w:val="44"/>
                              <w:szCs w:val="52"/>
                            </w:rPr>
                            <w:t>E-Waste Race</w:t>
                          </w:r>
                          <w:r w:rsidRPr="00405D74">
                            <w:rPr>
                              <w:rFonts w:ascii="Open Sans" w:hAnsi="Open Sans" w:cs="Open Sans"/>
                              <w:b/>
                              <w:color w:val="FFFFFF" w:themeColor="background1"/>
                              <w:sz w:val="28"/>
                              <w:szCs w:val="34"/>
                            </w:rPr>
                            <w:t xml:space="preserve">   </w:t>
                          </w:r>
                          <w:r w:rsidRPr="00405D74">
                            <w:rPr>
                              <w:rFonts w:ascii="Open Sans" w:hAnsi="Open Sans" w:cs="Open Sans"/>
                              <w:b/>
                              <w:color w:val="FFFFFF" w:themeColor="background1"/>
                              <w:sz w:val="28"/>
                              <w:szCs w:val="34"/>
                            </w:rPr>
                            <w:tab/>
                          </w:r>
                          <w:r w:rsidRPr="00405D74">
                            <w:rPr>
                              <w:rFonts w:ascii="Open Sans" w:hAnsi="Open Sans" w:cs="Open Sans"/>
                              <w:b/>
                              <w:color w:val="FFFFFF" w:themeColor="background1"/>
                              <w:sz w:val="28"/>
                              <w:szCs w:val="34"/>
                            </w:rPr>
                            <w:br/>
                          </w:r>
                          <w:r w:rsidRPr="00405D74">
                            <w:rPr>
                              <w:rFonts w:ascii="Open Sans" w:hAnsi="Open Sans" w:cs="Open Sans"/>
                              <w:b/>
                              <w:color w:val="FFFFFF" w:themeColor="background1"/>
                              <w:sz w:val="14"/>
                              <w:szCs w:val="18"/>
                            </w:rPr>
                            <w:t>von das-macht-schule.net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E2D745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31" type="#_x0000_t202" style="position:absolute;left:0;text-align:left;margin-left:-5.4pt;margin-top:-19.25pt;width:394.45pt;height:5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" filled="f" stroked="f" strokeweight=".5pt">
              <v:textbox>
                <w:txbxContent>
                  <w:p w14:paraId="3645820D" w14:textId="77777777" w:rsidR="001437C7" w:rsidRPr="00405D74" w:rsidRDefault="001437C7" w:rsidP="001437C7">
                    <w:pPr>
                      <w:tabs>
                        <w:tab w:val="right" w:pos="9072"/>
                      </w:tabs>
                      <w:rPr>
                        <w:rFonts w:ascii="Open Sans" w:hAnsi="Open Sans" w:cs="Open Sans"/>
                        <w:b/>
                        <w:color w:val="FFFFFF" w:themeColor="background1"/>
                        <w:sz w:val="28"/>
                        <w:szCs w:val="34"/>
                      </w:rPr>
                    </w:pPr>
                    <w:r w:rsidRPr="00405D74">
                      <w:rPr>
                        <w:rFonts w:ascii="Open Sans" w:hAnsi="Open Sans" w:cs="Open Sans"/>
                        <w:b/>
                        <w:color w:val="FFFFFF" w:themeColor="background1"/>
                        <w:sz w:val="44"/>
                        <w:szCs w:val="52"/>
                      </w:rPr>
                      <w:t>E-Waste Race</w:t>
                    </w:r>
                    <w:r w:rsidRPr="00405D74">
                      <w:rPr>
                        <w:rFonts w:ascii="Open Sans" w:hAnsi="Open Sans" w:cs="Open Sans"/>
                        <w:b/>
                        <w:color w:val="FFFFFF" w:themeColor="background1"/>
                        <w:sz w:val="28"/>
                        <w:szCs w:val="34"/>
                      </w:rPr>
                      <w:t xml:space="preserve">   </w:t>
                    </w:r>
                    <w:r w:rsidRPr="00405D74">
                      <w:rPr>
                        <w:rFonts w:ascii="Open Sans" w:hAnsi="Open Sans" w:cs="Open Sans"/>
                        <w:b/>
                        <w:color w:val="FFFFFF" w:themeColor="background1"/>
                        <w:sz w:val="28"/>
                        <w:szCs w:val="34"/>
                      </w:rPr>
                      <w:tab/>
                    </w:r>
                    <w:r w:rsidRPr="00405D74">
                      <w:rPr>
                        <w:rFonts w:ascii="Open Sans" w:hAnsi="Open Sans" w:cs="Open Sans"/>
                        <w:b/>
                        <w:color w:val="FFFFFF" w:themeColor="background1"/>
                        <w:sz w:val="28"/>
                        <w:szCs w:val="34"/>
                      </w:rPr>
                      <w:br/>
                    </w:r>
                    <w:r w:rsidRPr="00405D74">
                      <w:rPr>
                        <w:rFonts w:ascii="Open Sans" w:hAnsi="Open Sans" w:cs="Open Sans"/>
                        <w:b/>
                        <w:color w:val="FFFFFF" w:themeColor="background1"/>
                        <w:sz w:val="14"/>
                        <w:szCs w:val="18"/>
                      </w:rPr>
                      <w:t>von das-macht-schule.net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FAA0E" w14:textId="77777777" w:rsidR="00D67915" w:rsidRDefault="00D67915">
      <w:r>
        <w:separator/>
      </w:r>
    </w:p>
  </w:footnote>
  <w:footnote w:type="continuationSeparator" w:id="0">
    <w:p w14:paraId="08521C3B" w14:textId="77777777" w:rsidR="00D67915" w:rsidRDefault="00D67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524F" w14:textId="77777777" w:rsidR="00117AE5" w:rsidRDefault="00EE152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0" wp14:anchorId="7E90993B" wp14:editId="0C5371F6">
              <wp:simplePos x="0" y="0"/>
              <wp:positionH relativeFrom="column">
                <wp:posOffset>4879975</wp:posOffset>
              </wp:positionH>
              <wp:positionV relativeFrom="page">
                <wp:posOffset>2089785</wp:posOffset>
              </wp:positionV>
              <wp:extent cx="1466850" cy="139700"/>
              <wp:effectExtent l="3175" t="3810" r="0" b="0"/>
              <wp:wrapNone/>
              <wp:docPr id="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DB6CD6" w14:textId="77777777" w:rsidR="008E430E" w:rsidRPr="001E189C" w:rsidRDefault="008E430E" w:rsidP="008E430E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1E189C">
                            <w:rPr>
                              <w:b/>
                              <w:sz w:val="16"/>
                              <w:szCs w:val="16"/>
                            </w:rPr>
                            <w:t>www.das-macht-schule.net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90993B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384.25pt;margin-top:164.55pt;width:115.5pt;height:1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" o:allowoverlap="f" filled="f" stroked="f">
              <v:textbox inset="0,0,0,0">
                <w:txbxContent>
                  <w:p w14:paraId="0CDB6CD6" w14:textId="77777777" w:rsidR="008E430E" w:rsidRPr="001E189C" w:rsidRDefault="008E430E" w:rsidP="008E430E">
                    <w:pPr>
                      <w:rPr>
                        <w:b/>
                        <w:sz w:val="16"/>
                        <w:szCs w:val="16"/>
                      </w:rPr>
                    </w:pPr>
                    <w:r w:rsidRPr="001E189C">
                      <w:rPr>
                        <w:b/>
                        <w:sz w:val="16"/>
                        <w:szCs w:val="16"/>
                      </w:rPr>
                      <w:t>www.das-macht-schule.net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0" allowOverlap="0" wp14:anchorId="784791DA" wp14:editId="6CB34DD5">
              <wp:simplePos x="0" y="0"/>
              <wp:positionH relativeFrom="column">
                <wp:posOffset>4820920</wp:posOffset>
              </wp:positionH>
              <wp:positionV relativeFrom="page">
                <wp:posOffset>3810</wp:posOffset>
              </wp:positionV>
              <wp:extent cx="1835785" cy="1911350"/>
              <wp:effectExtent l="1270" t="3810" r="127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785" cy="1911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C8FEF6" w14:textId="77777777" w:rsidR="00117AE5" w:rsidRPr="00117AE5" w:rsidRDefault="00EE152E" w:rsidP="00117AE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8CEFF1E" wp14:editId="081DDE5F">
                                <wp:extent cx="1828800" cy="1910715"/>
                                <wp:effectExtent l="0" t="0" r="0" b="0"/>
                                <wp:docPr id="806637681" name="Bild 2" descr="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28800" cy="19107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4791DA" id="Text Box 1" o:spid="_x0000_s1028" type="#_x0000_t202" style="position:absolute;margin-left:379.6pt;margin-top:.3pt;width:144.55pt;height:150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" o:allowincell="f" o:allowoverlap="f" stroked="f">
              <v:textbox inset="0,0,0,0">
                <w:txbxContent>
                  <w:p w14:paraId="48C8FEF6" w14:textId="77777777" w:rsidR="00117AE5" w:rsidRPr="00117AE5" w:rsidRDefault="00EE152E" w:rsidP="00117AE5">
                    <w:r>
                      <w:rPr>
                        <w:noProof/>
                      </w:rPr>
                      <w:drawing>
                        <wp:inline distT="0" distB="0" distL="0" distR="0" wp14:anchorId="08CEFF1E" wp14:editId="081DDE5F">
                          <wp:extent cx="1828800" cy="1910715"/>
                          <wp:effectExtent l="0" t="0" r="0" b="0"/>
                          <wp:docPr id="806637681" name="Bild 2" descr="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28800" cy="1910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4173D" w14:textId="38E0C450" w:rsidR="00676B7E" w:rsidRDefault="00EE152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0" wp14:anchorId="42572CA8" wp14:editId="21D7FAB8">
              <wp:simplePos x="0" y="0"/>
              <wp:positionH relativeFrom="column">
                <wp:posOffset>4860925</wp:posOffset>
              </wp:positionH>
              <wp:positionV relativeFrom="page">
                <wp:posOffset>2089785</wp:posOffset>
              </wp:positionV>
              <wp:extent cx="1466850" cy="139700"/>
              <wp:effectExtent l="3175" t="381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C5C17" w14:textId="77777777" w:rsidR="001E189C" w:rsidRPr="00B9613E" w:rsidRDefault="001E189C" w:rsidP="001E189C">
                          <w:pP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</w:pPr>
                          <w:r w:rsidRPr="00B9613E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www.das-macht-schule.net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72CA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382.75pt;margin-top:164.55pt;width:115.5pt;height:1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" o:allowoverlap="f" filled="f" stroked="f">
              <v:textbox inset="0,0,0,0">
                <w:txbxContent>
                  <w:p w14:paraId="673C5C17" w14:textId="77777777" w:rsidR="001E189C" w:rsidRPr="00B9613E" w:rsidRDefault="001E189C" w:rsidP="001E189C">
                    <w:pP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</w:pPr>
                    <w:r w:rsidRPr="00B9613E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www.das-macht-schule.net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1" allowOverlap="0" wp14:anchorId="5FDED891" wp14:editId="0327119D">
              <wp:simplePos x="0" y="0"/>
              <wp:positionH relativeFrom="column">
                <wp:posOffset>4818380</wp:posOffset>
              </wp:positionH>
              <wp:positionV relativeFrom="page">
                <wp:posOffset>0</wp:posOffset>
              </wp:positionV>
              <wp:extent cx="1835785" cy="1911350"/>
              <wp:effectExtent l="0" t="0" r="3810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785" cy="1911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FC6C4B" w14:textId="77777777" w:rsidR="00676B7E" w:rsidRPr="00117AE5" w:rsidRDefault="00EE152E" w:rsidP="00676B7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CE88606" wp14:editId="7F6A9820">
                                <wp:extent cx="1828800" cy="1910715"/>
                                <wp:effectExtent l="0" t="0" r="0" b="0"/>
                                <wp:docPr id="524666154" name="Bild 3" descr="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28800" cy="191071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DED891" id="Text Box 2" o:spid="_x0000_s1030" type="#_x0000_t202" style="position:absolute;margin-left:379.4pt;margin-top:0;width:144.55pt;height:150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" o:allowoverlap="f" stroked="f">
              <v:textbox inset="0,0,0,0">
                <w:txbxContent>
                  <w:p w14:paraId="1FFC6C4B" w14:textId="77777777" w:rsidR="00676B7E" w:rsidRPr="00117AE5" w:rsidRDefault="00EE152E" w:rsidP="00676B7E">
                    <w:r>
                      <w:rPr>
                        <w:noProof/>
                      </w:rPr>
                      <w:drawing>
                        <wp:inline distT="0" distB="0" distL="0" distR="0" wp14:anchorId="7CE88606" wp14:editId="7F6A9820">
                          <wp:extent cx="1828800" cy="1910715"/>
                          <wp:effectExtent l="0" t="0" r="0" b="0"/>
                          <wp:docPr id="524666154" name="Bild 3" descr="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28800" cy="1910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C4350"/>
    <w:multiLevelType w:val="hybridMultilevel"/>
    <w:tmpl w:val="1CD6A27A"/>
    <w:lvl w:ilvl="0" w:tplc="7438EFEC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B380D9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070F7"/>
    <w:multiLevelType w:val="hybridMultilevel"/>
    <w:tmpl w:val="004CD0B6"/>
    <w:lvl w:ilvl="0" w:tplc="B380D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58F6"/>
    <w:multiLevelType w:val="hybridMultilevel"/>
    <w:tmpl w:val="47A623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E940B0"/>
    <w:multiLevelType w:val="hybridMultilevel"/>
    <w:tmpl w:val="AB1E1DA8"/>
    <w:lvl w:ilvl="0" w:tplc="B380D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80D9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7074122">
    <w:abstractNumId w:val="1"/>
  </w:num>
  <w:num w:numId="2" w16cid:durableId="2108842496">
    <w:abstractNumId w:val="0"/>
  </w:num>
  <w:num w:numId="3" w16cid:durableId="1809929377">
    <w:abstractNumId w:val="3"/>
  </w:num>
  <w:num w:numId="4" w16cid:durableId="1660377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72"/>
  <w:displayHorizontalDrawingGridEvery w:val="2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D0"/>
    <w:rsid w:val="00060F73"/>
    <w:rsid w:val="000730E1"/>
    <w:rsid w:val="00084BCD"/>
    <w:rsid w:val="00087CFF"/>
    <w:rsid w:val="000F3F10"/>
    <w:rsid w:val="00117AE5"/>
    <w:rsid w:val="001341AE"/>
    <w:rsid w:val="001437C7"/>
    <w:rsid w:val="00172C25"/>
    <w:rsid w:val="001A1037"/>
    <w:rsid w:val="001B2258"/>
    <w:rsid w:val="001E189C"/>
    <w:rsid w:val="001E21A4"/>
    <w:rsid w:val="001E21E3"/>
    <w:rsid w:val="00211F2C"/>
    <w:rsid w:val="002A40A7"/>
    <w:rsid w:val="002C13D0"/>
    <w:rsid w:val="002E2A15"/>
    <w:rsid w:val="00320953"/>
    <w:rsid w:val="00323DE4"/>
    <w:rsid w:val="0035782E"/>
    <w:rsid w:val="003631EC"/>
    <w:rsid w:val="00371C36"/>
    <w:rsid w:val="00383A7C"/>
    <w:rsid w:val="00387D1A"/>
    <w:rsid w:val="003A059B"/>
    <w:rsid w:val="003D31EC"/>
    <w:rsid w:val="00423A16"/>
    <w:rsid w:val="00480FF1"/>
    <w:rsid w:val="00486BFB"/>
    <w:rsid w:val="0049133C"/>
    <w:rsid w:val="004A5A5A"/>
    <w:rsid w:val="004C71B9"/>
    <w:rsid w:val="005120BF"/>
    <w:rsid w:val="0051262B"/>
    <w:rsid w:val="005578B9"/>
    <w:rsid w:val="00571C99"/>
    <w:rsid w:val="0057215E"/>
    <w:rsid w:val="0058163A"/>
    <w:rsid w:val="005B2C83"/>
    <w:rsid w:val="005C51B4"/>
    <w:rsid w:val="00646C5E"/>
    <w:rsid w:val="006513D4"/>
    <w:rsid w:val="006515D0"/>
    <w:rsid w:val="00656CEF"/>
    <w:rsid w:val="00676B7E"/>
    <w:rsid w:val="00681552"/>
    <w:rsid w:val="006A4C60"/>
    <w:rsid w:val="006D775E"/>
    <w:rsid w:val="0074200F"/>
    <w:rsid w:val="00765857"/>
    <w:rsid w:val="0077335E"/>
    <w:rsid w:val="00776A73"/>
    <w:rsid w:val="007B6210"/>
    <w:rsid w:val="007C26B1"/>
    <w:rsid w:val="00842170"/>
    <w:rsid w:val="00864FF6"/>
    <w:rsid w:val="008B40AF"/>
    <w:rsid w:val="008C64C9"/>
    <w:rsid w:val="008D21B4"/>
    <w:rsid w:val="008D3FB9"/>
    <w:rsid w:val="008D565F"/>
    <w:rsid w:val="008E430E"/>
    <w:rsid w:val="008E6F70"/>
    <w:rsid w:val="008F724F"/>
    <w:rsid w:val="00906074"/>
    <w:rsid w:val="0091104E"/>
    <w:rsid w:val="0095244E"/>
    <w:rsid w:val="009913FB"/>
    <w:rsid w:val="009D7BD5"/>
    <w:rsid w:val="009E54AC"/>
    <w:rsid w:val="009F061C"/>
    <w:rsid w:val="009F50F6"/>
    <w:rsid w:val="00A073BC"/>
    <w:rsid w:val="00A128BB"/>
    <w:rsid w:val="00A36A93"/>
    <w:rsid w:val="00A36AA9"/>
    <w:rsid w:val="00A54EC3"/>
    <w:rsid w:val="00AB36B5"/>
    <w:rsid w:val="00AD19BB"/>
    <w:rsid w:val="00AF4E80"/>
    <w:rsid w:val="00B36405"/>
    <w:rsid w:val="00B50E43"/>
    <w:rsid w:val="00B636CF"/>
    <w:rsid w:val="00B9613E"/>
    <w:rsid w:val="00BA059D"/>
    <w:rsid w:val="00BD7DCE"/>
    <w:rsid w:val="00BE6894"/>
    <w:rsid w:val="00C07D9F"/>
    <w:rsid w:val="00C35002"/>
    <w:rsid w:val="00C40E0A"/>
    <w:rsid w:val="00C45D72"/>
    <w:rsid w:val="00C50D37"/>
    <w:rsid w:val="00C55AE6"/>
    <w:rsid w:val="00C70AEA"/>
    <w:rsid w:val="00C75A89"/>
    <w:rsid w:val="00CB7C3C"/>
    <w:rsid w:val="00D232EC"/>
    <w:rsid w:val="00D53378"/>
    <w:rsid w:val="00D67915"/>
    <w:rsid w:val="00D9015C"/>
    <w:rsid w:val="00D94B50"/>
    <w:rsid w:val="00DE14A8"/>
    <w:rsid w:val="00E01E54"/>
    <w:rsid w:val="00E10DF8"/>
    <w:rsid w:val="00E126D3"/>
    <w:rsid w:val="00E26C8D"/>
    <w:rsid w:val="00E320E7"/>
    <w:rsid w:val="00E4051D"/>
    <w:rsid w:val="00E545FE"/>
    <w:rsid w:val="00E84D7F"/>
    <w:rsid w:val="00EC6A8C"/>
    <w:rsid w:val="00EE152E"/>
    <w:rsid w:val="00EE48F0"/>
    <w:rsid w:val="00F141FF"/>
    <w:rsid w:val="00F14363"/>
    <w:rsid w:val="00F805E8"/>
    <w:rsid w:val="00FA507F"/>
    <w:rsid w:val="00FB4CC1"/>
    <w:rsid w:val="00FC09EF"/>
    <w:rsid w:val="00FD084F"/>
    <w:rsid w:val="00FD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8F0F64C"/>
  <w15:docId w15:val="{A13B1506-2F69-4088-9E8A-5BF40F70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8163A"/>
    <w:rPr>
      <w:rFonts w:ascii="Arial" w:hAnsi="Arial" w:cs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17AE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7AE5"/>
    <w:pPr>
      <w:tabs>
        <w:tab w:val="center" w:pos="4536"/>
        <w:tab w:val="right" w:pos="9072"/>
      </w:tabs>
    </w:pPr>
  </w:style>
  <w:style w:type="character" w:styleId="Hyperlink">
    <w:name w:val="Hyperlink"/>
    <w:rsid w:val="00FD084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8421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217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F3F10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0F3F10"/>
    <w:rPr>
      <w:b/>
      <w:bCs/>
    </w:rPr>
  </w:style>
  <w:style w:type="table" w:styleId="Tabellenraster">
    <w:name w:val="Table Grid"/>
    <w:basedOn w:val="NormaleTabelle"/>
    <w:rsid w:val="000F3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1E21E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E21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E21E3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E21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E21E3"/>
    <w:rPr>
      <w:rFonts w:ascii="Arial" w:hAnsi="Arial" w:cs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1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4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5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0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waste-race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-waste-race.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kleinanzeigen.de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Kommunikation\Standards%20-%20Gestaltung\Briefbo_Seite%202%20-%20ohne%20AdrBlock.dotx" TargetMode="External"/></Relationships>
</file>

<file path=word/theme/theme1.xml><?xml version="1.0" encoding="utf-8"?>
<a:theme xmlns:a="http://schemas.openxmlformats.org/drawingml/2006/main" name="Larissa">
  <a:themeElements>
    <a:clrScheme name="DasmachtSchule-Farbschema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FEB80A"/>
      </a:accent1>
      <a:accent2>
        <a:srgbClr val="84AA33"/>
      </a:accent2>
      <a:accent3>
        <a:srgbClr val="FF6700"/>
      </a:accent3>
      <a:accent4>
        <a:srgbClr val="506E94"/>
      </a:accent4>
      <a:accent5>
        <a:srgbClr val="C32D2E"/>
      </a:accent5>
      <a:accent6>
        <a:srgbClr val="3891A7"/>
      </a:accent6>
      <a:hlink>
        <a:srgbClr val="FF6700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Briefbo_Seite 2 - ohne AdrBlock</Template>
  <TotalTime>0</TotalTime>
  <Pages>1</Pages>
  <Words>357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B. Gebert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Bernd Gebert</dc:creator>
  <cp:lastModifiedBy>Kathrin Ruhnke</cp:lastModifiedBy>
  <cp:revision>6</cp:revision>
  <cp:lastPrinted>2023-06-22T09:12:00Z</cp:lastPrinted>
  <dcterms:created xsi:type="dcterms:W3CDTF">2023-05-24T14:41:00Z</dcterms:created>
  <dcterms:modified xsi:type="dcterms:W3CDTF">2024-01-26T10:41:00Z</dcterms:modified>
</cp:coreProperties>
</file>